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0E18F327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04519">
        <w:rPr>
          <w:rFonts w:ascii="Corbel" w:hAnsi="Corbel"/>
          <w:i/>
          <w:smallCaps/>
          <w:sz w:val="24"/>
          <w:szCs w:val="24"/>
        </w:rPr>
        <w:t>2019-2022</w:t>
      </w:r>
    </w:p>
    <w:p w14:paraId="137E922A" w14:textId="7022F3D7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22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304519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304519">
        <w:rPr>
          <w:rFonts w:ascii="Corbel" w:hAnsi="Corbel"/>
          <w:sz w:val="20"/>
          <w:szCs w:val="20"/>
        </w:rPr>
        <w:t>1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342" w:rsidRPr="009C54AE" w14:paraId="6B4810B2" w14:textId="77777777" w:rsidTr="00F70EE2">
        <w:tc>
          <w:tcPr>
            <w:tcW w:w="2694" w:type="dxa"/>
            <w:vAlign w:val="center"/>
          </w:tcPr>
          <w:p w14:paraId="5970156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05E0F" w14:textId="77777777" w:rsidR="00E03342" w:rsidRPr="00282F43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 xml:space="preserve">Badania marketingowe </w:t>
            </w:r>
            <w:r>
              <w:rPr>
                <w:rFonts w:ascii="Corbel" w:hAnsi="Corbel"/>
                <w:b w:val="0"/>
                <w:sz w:val="24"/>
                <w:szCs w:val="24"/>
              </w:rPr>
              <w:t>rynku</w:t>
            </w:r>
          </w:p>
        </w:tc>
      </w:tr>
      <w:tr w:rsidR="00E03342" w:rsidRPr="009C54AE" w14:paraId="26452AFB" w14:textId="77777777" w:rsidTr="00F70EE2">
        <w:tc>
          <w:tcPr>
            <w:tcW w:w="2694" w:type="dxa"/>
            <w:vAlign w:val="center"/>
          </w:tcPr>
          <w:p w14:paraId="4CA2915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3F524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941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C.1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9C54AE" w:rsidRDefault="003B7A73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B7A7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03342" w:rsidRPr="009C54AE" w14:paraId="58954631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E03342" w:rsidRPr="009C54AE" w:rsidRDefault="00F308DE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03342" w:rsidRPr="009C54AE" w14:paraId="66895247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901DB3D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6624C8" w14:textId="27D98E61" w:rsidR="00FB05DB" w:rsidRDefault="00FB05DB" w:rsidP="00FB05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t>zajęcia w formie tradycyjnej</w:t>
      </w:r>
    </w:p>
    <w:p w14:paraId="2C9DD6E9" w14:textId="77777777" w:rsidR="00FB05DB" w:rsidRDefault="00FB05DB" w:rsidP="00FB05D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3B7A7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3B7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000EF796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000EF796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000EF796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000EF796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145A3AFF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</w:t>
            </w:r>
            <w:r w:rsidR="0D140911" w:rsidRPr="000EF7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EF796" w14:paraId="7AC39163" w14:textId="77777777" w:rsidTr="000EF796">
        <w:tc>
          <w:tcPr>
            <w:tcW w:w="1680" w:type="dxa"/>
          </w:tcPr>
          <w:p w14:paraId="3BC5AB65" w14:textId="56170767" w:rsidR="0D140911" w:rsidRDefault="0D140911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EK_04</w:t>
            </w:r>
          </w:p>
          <w:p w14:paraId="228258C2" w14:textId="03166825" w:rsidR="000EF796" w:rsidRDefault="000EF796" w:rsidP="000EF79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75FE6FDA" w14:textId="71562CB3" w:rsidR="0D140911" w:rsidRDefault="0D140911" w:rsidP="000EF796">
            <w:pPr>
              <w:spacing w:line="240" w:lineRule="auto"/>
              <w:jc w:val="both"/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rynkowych.</w:t>
            </w:r>
          </w:p>
        </w:tc>
        <w:tc>
          <w:tcPr>
            <w:tcW w:w="1865" w:type="dxa"/>
          </w:tcPr>
          <w:p w14:paraId="722BA4CF" w14:textId="02A13C6F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K_U03</w:t>
            </w:r>
          </w:p>
          <w:p w14:paraId="1C6E74F8" w14:textId="77777777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K_U06</w:t>
            </w:r>
          </w:p>
          <w:p w14:paraId="43BF867F" w14:textId="3A500FEA" w:rsidR="000EF796" w:rsidRDefault="000EF796" w:rsidP="000EF79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3342" w:rsidRPr="009C54AE" w14:paraId="1DFA66DD" w14:textId="77777777" w:rsidTr="000EF796">
        <w:tc>
          <w:tcPr>
            <w:tcW w:w="1701" w:type="dxa"/>
          </w:tcPr>
          <w:p w14:paraId="78C3198C" w14:textId="71379BAE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910F1BF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000EF796">
        <w:tc>
          <w:tcPr>
            <w:tcW w:w="1701" w:type="dxa"/>
          </w:tcPr>
          <w:p w14:paraId="74357262" w14:textId="5B91AFBF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7F160CB3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3769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2301B30D" w14:textId="77777777" w:rsidTr="0037691B">
        <w:tc>
          <w:tcPr>
            <w:tcW w:w="9639" w:type="dxa"/>
          </w:tcPr>
          <w:p w14:paraId="0693BC6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 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075E7966" w14:textId="77777777" w:rsidTr="0037691B">
        <w:tc>
          <w:tcPr>
            <w:tcW w:w="9639" w:type="dxa"/>
          </w:tcPr>
          <w:p w14:paraId="43BF34E3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Przesłanki wzrostu znaczenia badań marketingowych</w:t>
            </w:r>
          </w:p>
        </w:tc>
      </w:tr>
      <w:tr w:rsidR="008C4CE8" w:rsidRPr="009C54AE" w14:paraId="49DC64C4" w14:textId="77777777" w:rsidTr="0037691B">
        <w:tc>
          <w:tcPr>
            <w:tcW w:w="9639" w:type="dxa"/>
          </w:tcPr>
          <w:p w14:paraId="190E98D8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</w:p>
        </w:tc>
      </w:tr>
      <w:tr w:rsidR="008C4CE8" w:rsidRPr="009C54AE" w14:paraId="3D232575" w14:textId="77777777" w:rsidTr="0037691B">
        <w:tc>
          <w:tcPr>
            <w:tcW w:w="9639" w:type="dxa"/>
          </w:tcPr>
          <w:p w14:paraId="56E2FFD3" w14:textId="77777777" w:rsidR="008C4CE8" w:rsidRPr="008C4CE8" w:rsidRDefault="008C4CE8" w:rsidP="008C4CE8">
            <w:pPr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marketingowych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lastRenderedPageBreak/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4B99056E" w14:textId="77777777" w:rsidR="00A05BDF" w:rsidRDefault="00A05BDF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p w14:paraId="1299C43A" w14:textId="77777777" w:rsidR="008C4CE8" w:rsidRPr="009C54AE" w:rsidRDefault="008C4CE8" w:rsidP="008C4C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37691B">
        <w:tc>
          <w:tcPr>
            <w:tcW w:w="9639" w:type="dxa"/>
          </w:tcPr>
          <w:p w14:paraId="5D69D229" w14:textId="77777777" w:rsidR="008C4CE8" w:rsidRPr="009C54AE" w:rsidRDefault="008C4CE8" w:rsidP="0037691B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37691B">
        <w:tc>
          <w:tcPr>
            <w:tcW w:w="9639" w:type="dxa"/>
          </w:tcPr>
          <w:p w14:paraId="5432F4FF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Źródła wtórne i pierwotne </w:t>
            </w:r>
          </w:p>
        </w:tc>
      </w:tr>
      <w:tr w:rsidR="008C4CE8" w:rsidRPr="009C54AE" w14:paraId="68A09340" w14:textId="77777777" w:rsidTr="0037691B">
        <w:tc>
          <w:tcPr>
            <w:tcW w:w="9639" w:type="dxa"/>
          </w:tcPr>
          <w:p w14:paraId="1C7D7D97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37691B">
        <w:tc>
          <w:tcPr>
            <w:tcW w:w="9639" w:type="dxa"/>
          </w:tcPr>
          <w:p w14:paraId="50FB3FEC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37691B">
        <w:tc>
          <w:tcPr>
            <w:tcW w:w="9639" w:type="dxa"/>
          </w:tcPr>
          <w:p w14:paraId="24AE0A20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37691B">
        <w:tc>
          <w:tcPr>
            <w:tcW w:w="9639" w:type="dxa"/>
          </w:tcPr>
          <w:p w14:paraId="5E8BF884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37691B">
        <w:tc>
          <w:tcPr>
            <w:tcW w:w="9639" w:type="dxa"/>
          </w:tcPr>
          <w:p w14:paraId="09ECC0A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37691B">
        <w:tc>
          <w:tcPr>
            <w:tcW w:w="9639" w:type="dxa"/>
          </w:tcPr>
          <w:p w14:paraId="71F6ABE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DDBEF00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8A752" w14:textId="77777777" w:rsidR="00E03342" w:rsidRPr="009B41D2" w:rsidRDefault="00E03342" w:rsidP="00E033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realizowany przy pomocy platformy MS Teams</w:t>
      </w:r>
      <w:r w:rsidRPr="009B41D2">
        <w:rPr>
          <w:rFonts w:ascii="Corbel" w:hAnsi="Corbel"/>
          <w:b w:val="0"/>
          <w:smallCaps w:val="0"/>
          <w:szCs w:val="24"/>
        </w:rPr>
        <w:t xml:space="preserve">, </w:t>
      </w: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>przy pomocy platformy MS Teams</w:t>
      </w:r>
      <w:r w:rsidRPr="00297DAF">
        <w:rPr>
          <w:rFonts w:ascii="Corbel" w:hAnsi="Corbel"/>
        </w:rPr>
        <w:t>.</w:t>
      </w:r>
    </w:p>
    <w:p w14:paraId="3CF2D8B6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3B7A7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0EF796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B7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0EF796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0745D724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0EF796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0EF796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EF796" w14:paraId="4B9EA791" w14:textId="77777777" w:rsidTr="000EF796">
        <w:tc>
          <w:tcPr>
            <w:tcW w:w="2377" w:type="dxa"/>
          </w:tcPr>
          <w:p w14:paraId="143F897D" w14:textId="052B4F61" w:rsidR="000EF796" w:rsidRDefault="000EF796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5D68A00" w:rsidRPr="000EF796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026" w:type="dxa"/>
          </w:tcPr>
          <w:p w14:paraId="0348610F" w14:textId="77777777" w:rsidR="000EF796" w:rsidRDefault="000EF796" w:rsidP="000EF796">
            <w:pPr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0DB39361" w14:textId="77777777" w:rsidR="000EF796" w:rsidRDefault="000EF796" w:rsidP="000EF79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0932ECE8" w14:textId="77777777" w:rsidTr="000EF796">
        <w:tc>
          <w:tcPr>
            <w:tcW w:w="2410" w:type="dxa"/>
          </w:tcPr>
          <w:p w14:paraId="5990E71B" w14:textId="14A0117A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0F4B405B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551F48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79A8D75C" w14:textId="77777777" w:rsidTr="000EF796">
        <w:tc>
          <w:tcPr>
            <w:tcW w:w="2410" w:type="dxa"/>
          </w:tcPr>
          <w:p w14:paraId="4A2F1096" w14:textId="63E7F08E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166A0C01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35B786" w14:textId="77777777" w:rsidTr="00923D7D">
        <w:tc>
          <w:tcPr>
            <w:tcW w:w="9670" w:type="dxa"/>
          </w:tcPr>
          <w:p w14:paraId="2845AC82" w14:textId="77777777" w:rsidR="005022CF" w:rsidRPr="00135EF7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3B7A7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77777777" w:rsidR="00C61DC5" w:rsidRPr="009C54AE" w:rsidRDefault="00D31D52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F3C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6D38F5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6D38F5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E9F23F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B46E715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lastRenderedPageBreak/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1F95FF97" w:rsidR="008522F1" w:rsidRPr="009C54AE" w:rsidRDefault="008522F1" w:rsidP="5B46E7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zastosowania. Redakcja naukowa Róża Milic-Czerniak, Difin, Warszawa, 2019.</w:t>
            </w:r>
          </w:p>
        </w:tc>
      </w:tr>
      <w:tr w:rsidR="008522F1" w:rsidRPr="009C54AE" w14:paraId="01854691" w14:textId="77777777" w:rsidTr="5B46E715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000EF796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383A3E" w14:textId="674C0A55" w:rsidR="008522F1" w:rsidRPr="00AB25D3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mallCaps/>
                <w:szCs w:val="24"/>
                <w:lang w:eastAsia="pl-PL"/>
              </w:rPr>
            </w:pPr>
            <w:r w:rsidRPr="000EF796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  <w:r w:rsidRPr="000EF796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18E66AB3" w14:textId="75EA9BCE" w:rsidR="008522F1" w:rsidRPr="00AB25D3" w:rsidRDefault="70D7001E" w:rsidP="00FB05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271-294.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C74B92" w14:textId="77777777" w:rsidR="006D5032" w:rsidRDefault="006D5032" w:rsidP="00C16ABF">
      <w:pPr>
        <w:spacing w:after="0" w:line="240" w:lineRule="auto"/>
      </w:pPr>
      <w:r>
        <w:separator/>
      </w:r>
    </w:p>
  </w:endnote>
  <w:endnote w:type="continuationSeparator" w:id="0">
    <w:p w14:paraId="2435D5F3" w14:textId="77777777" w:rsidR="006D5032" w:rsidRDefault="006D50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237AA8" w14:textId="77777777" w:rsidR="006D5032" w:rsidRDefault="006D5032" w:rsidP="00C16ABF">
      <w:pPr>
        <w:spacing w:after="0" w:line="240" w:lineRule="auto"/>
      </w:pPr>
      <w:r>
        <w:separator/>
      </w:r>
    </w:p>
  </w:footnote>
  <w:footnote w:type="continuationSeparator" w:id="0">
    <w:p w14:paraId="521C4EA9" w14:textId="77777777" w:rsidR="006D5032" w:rsidRDefault="006D503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24C1"/>
    <w:multiLevelType w:val="hybridMultilevel"/>
    <w:tmpl w:val="551A2278"/>
    <w:lvl w:ilvl="0" w:tplc="C090E5E0">
      <w:start w:val="1"/>
      <w:numFmt w:val="decimal"/>
      <w:lvlText w:val="%1."/>
      <w:lvlJc w:val="left"/>
      <w:pPr>
        <w:ind w:left="360" w:hanging="360"/>
      </w:pPr>
    </w:lvl>
    <w:lvl w:ilvl="1" w:tplc="4E661E40">
      <w:start w:val="1"/>
      <w:numFmt w:val="lowerLetter"/>
      <w:lvlText w:val="%2."/>
      <w:lvlJc w:val="left"/>
      <w:pPr>
        <w:ind w:left="1080" w:hanging="360"/>
      </w:pPr>
    </w:lvl>
    <w:lvl w:ilvl="2" w:tplc="E132CAF8">
      <w:start w:val="1"/>
      <w:numFmt w:val="lowerRoman"/>
      <w:lvlText w:val="%3."/>
      <w:lvlJc w:val="right"/>
      <w:pPr>
        <w:ind w:left="1800" w:hanging="180"/>
      </w:pPr>
    </w:lvl>
    <w:lvl w:ilvl="3" w:tplc="150006D4">
      <w:start w:val="1"/>
      <w:numFmt w:val="decimal"/>
      <w:lvlText w:val="%4."/>
      <w:lvlJc w:val="left"/>
      <w:pPr>
        <w:ind w:left="2520" w:hanging="360"/>
      </w:pPr>
    </w:lvl>
    <w:lvl w:ilvl="4" w:tplc="73224C7C">
      <w:start w:val="1"/>
      <w:numFmt w:val="lowerLetter"/>
      <w:lvlText w:val="%5."/>
      <w:lvlJc w:val="left"/>
      <w:pPr>
        <w:ind w:left="3240" w:hanging="360"/>
      </w:pPr>
    </w:lvl>
    <w:lvl w:ilvl="5" w:tplc="CA826712">
      <w:start w:val="1"/>
      <w:numFmt w:val="lowerRoman"/>
      <w:lvlText w:val="%6."/>
      <w:lvlJc w:val="right"/>
      <w:pPr>
        <w:ind w:left="3960" w:hanging="180"/>
      </w:pPr>
    </w:lvl>
    <w:lvl w:ilvl="6" w:tplc="B51C6A96">
      <w:start w:val="1"/>
      <w:numFmt w:val="decimal"/>
      <w:lvlText w:val="%7."/>
      <w:lvlJc w:val="left"/>
      <w:pPr>
        <w:ind w:left="4680" w:hanging="360"/>
      </w:pPr>
    </w:lvl>
    <w:lvl w:ilvl="7" w:tplc="88F83944">
      <w:start w:val="1"/>
      <w:numFmt w:val="lowerLetter"/>
      <w:lvlText w:val="%8."/>
      <w:lvlJc w:val="left"/>
      <w:pPr>
        <w:ind w:left="5400" w:hanging="360"/>
      </w:pPr>
    </w:lvl>
    <w:lvl w:ilvl="8" w:tplc="52A873F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344A8"/>
    <w:multiLevelType w:val="hybridMultilevel"/>
    <w:tmpl w:val="C9AC6B28"/>
    <w:lvl w:ilvl="0" w:tplc="E4C87F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B8E56E">
      <w:numFmt w:val="decimal"/>
      <w:lvlText w:val=""/>
      <w:lvlJc w:val="left"/>
    </w:lvl>
    <w:lvl w:ilvl="2" w:tplc="3A1007F2">
      <w:numFmt w:val="decimal"/>
      <w:lvlText w:val=""/>
      <w:lvlJc w:val="left"/>
    </w:lvl>
    <w:lvl w:ilvl="3" w:tplc="2402C0AE">
      <w:numFmt w:val="decimal"/>
      <w:lvlText w:val=""/>
      <w:lvlJc w:val="left"/>
    </w:lvl>
    <w:lvl w:ilvl="4" w:tplc="6AF6E2E4">
      <w:numFmt w:val="decimal"/>
      <w:lvlText w:val=""/>
      <w:lvlJc w:val="left"/>
    </w:lvl>
    <w:lvl w:ilvl="5" w:tplc="C9FECF5E">
      <w:numFmt w:val="decimal"/>
      <w:lvlText w:val=""/>
      <w:lvlJc w:val="left"/>
    </w:lvl>
    <w:lvl w:ilvl="6" w:tplc="0166286E">
      <w:numFmt w:val="decimal"/>
      <w:lvlText w:val=""/>
      <w:lvlJc w:val="left"/>
    </w:lvl>
    <w:lvl w:ilvl="7" w:tplc="46CC910C">
      <w:numFmt w:val="decimal"/>
      <w:lvlText w:val=""/>
      <w:lvlJc w:val="left"/>
    </w:lvl>
    <w:lvl w:ilvl="8" w:tplc="DECA7E8C">
      <w:numFmt w:val="decimal"/>
      <w:lvlText w:val=""/>
      <w:lvlJc w:val="left"/>
    </w:lvl>
  </w:abstractNum>
  <w:abstractNum w:abstractNumId="5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714"/>
    <w:rsid w:val="000048FD"/>
    <w:rsid w:val="000077B4"/>
    <w:rsid w:val="00015B8F"/>
    <w:rsid w:val="00022ECE"/>
    <w:rsid w:val="00040633"/>
    <w:rsid w:val="00042A51"/>
    <w:rsid w:val="00042D2E"/>
    <w:rsid w:val="00044C82"/>
    <w:rsid w:val="00056D43"/>
    <w:rsid w:val="00070ED6"/>
    <w:rsid w:val="00073B66"/>
    <w:rsid w:val="000742DC"/>
    <w:rsid w:val="00075840"/>
    <w:rsid w:val="00084C12"/>
    <w:rsid w:val="000908E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F796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4FC"/>
    <w:rsid w:val="002B4D55"/>
    <w:rsid w:val="002B5EA0"/>
    <w:rsid w:val="002B6119"/>
    <w:rsid w:val="002C1F06"/>
    <w:rsid w:val="002D73D4"/>
    <w:rsid w:val="002F02A3"/>
    <w:rsid w:val="002F4ABE"/>
    <w:rsid w:val="003018BA"/>
    <w:rsid w:val="00304519"/>
    <w:rsid w:val="00305C92"/>
    <w:rsid w:val="003122D7"/>
    <w:rsid w:val="003151C5"/>
    <w:rsid w:val="003168A6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B7A7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A7F7B"/>
    <w:rsid w:val="004B4632"/>
    <w:rsid w:val="004C3079"/>
    <w:rsid w:val="004D5282"/>
    <w:rsid w:val="004F1551"/>
    <w:rsid w:val="004F55A3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55E5"/>
    <w:rsid w:val="005C696A"/>
    <w:rsid w:val="005E267A"/>
    <w:rsid w:val="005E6E85"/>
    <w:rsid w:val="005F31D2"/>
    <w:rsid w:val="00606E4E"/>
    <w:rsid w:val="0061029B"/>
    <w:rsid w:val="00617230"/>
    <w:rsid w:val="00621CE1"/>
    <w:rsid w:val="00647FA8"/>
    <w:rsid w:val="006620D9"/>
    <w:rsid w:val="00671958"/>
    <w:rsid w:val="00675843"/>
    <w:rsid w:val="006D050F"/>
    <w:rsid w:val="006D38F5"/>
    <w:rsid w:val="006D5032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579D5"/>
    <w:rsid w:val="00763BF1"/>
    <w:rsid w:val="00766FD4"/>
    <w:rsid w:val="0078168C"/>
    <w:rsid w:val="00790E27"/>
    <w:rsid w:val="007A4022"/>
    <w:rsid w:val="007A459A"/>
    <w:rsid w:val="007A6E6E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84922"/>
    <w:rsid w:val="00885F64"/>
    <w:rsid w:val="008917F9"/>
    <w:rsid w:val="008A45F7"/>
    <w:rsid w:val="008B3EA4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0CC6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79E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06DA3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57DDA"/>
    <w:rsid w:val="00E63348"/>
    <w:rsid w:val="00E70D00"/>
    <w:rsid w:val="00E77E88"/>
    <w:rsid w:val="00E8107D"/>
    <w:rsid w:val="00EC4899"/>
    <w:rsid w:val="00ED03AB"/>
    <w:rsid w:val="00ED04AC"/>
    <w:rsid w:val="00ED32D2"/>
    <w:rsid w:val="00ED7301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05DB"/>
    <w:rsid w:val="00FB7DBA"/>
    <w:rsid w:val="00FC1C25"/>
    <w:rsid w:val="00FC3F45"/>
    <w:rsid w:val="00FD503F"/>
    <w:rsid w:val="00FD7589"/>
    <w:rsid w:val="00FF016A"/>
    <w:rsid w:val="00FF1401"/>
    <w:rsid w:val="00FF5E7D"/>
    <w:rsid w:val="0800E11E"/>
    <w:rsid w:val="0D140911"/>
    <w:rsid w:val="0F4B405B"/>
    <w:rsid w:val="166A0C01"/>
    <w:rsid w:val="306AC7BF"/>
    <w:rsid w:val="4224A970"/>
    <w:rsid w:val="42413569"/>
    <w:rsid w:val="45D68A00"/>
    <w:rsid w:val="4910F1BF"/>
    <w:rsid w:val="5B46E715"/>
    <w:rsid w:val="5C2608B7"/>
    <w:rsid w:val="60C071C5"/>
    <w:rsid w:val="64AE339E"/>
    <w:rsid w:val="70D7001E"/>
    <w:rsid w:val="7F160CB3"/>
    <w:rsid w:val="7F9C9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5362"/>
  <w15:chartTrackingRefBased/>
  <w15:docId w15:val="{AA45C7CB-7B7F-44AC-ACB7-D841FA87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FB0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05DB"/>
  </w:style>
  <w:style w:type="character" w:customStyle="1" w:styleId="spellingerror">
    <w:name w:val="spellingerror"/>
    <w:basedOn w:val="Domylnaczcionkaakapitu"/>
    <w:rsid w:val="00FB05DB"/>
  </w:style>
  <w:style w:type="character" w:customStyle="1" w:styleId="eop">
    <w:name w:val="eop"/>
    <w:basedOn w:val="Domylnaczcionkaakapitu"/>
    <w:rsid w:val="00FB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04F5DA-42AF-443D-98CC-BA88999BE0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A8B64F-D8AD-4A48-87ED-961BF92A2B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CCBF37-18C7-4D88-85C5-10E57C6C5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3034CA-03FB-4D4D-B254-E91894740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921</Words>
  <Characters>5527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20</cp:revision>
  <cp:lastPrinted>2017-05-04T18:28:00Z</cp:lastPrinted>
  <dcterms:created xsi:type="dcterms:W3CDTF">2020-12-04T20:15:00Z</dcterms:created>
  <dcterms:modified xsi:type="dcterms:W3CDTF">2020-12-09T10:41:00Z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